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9CCF9C4"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FB47B9">
        <w:rPr>
          <w:rStyle w:val="Strong"/>
          <w:lang w:val="en-GB"/>
        </w:rPr>
        <w:t>22-W001-24</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BA00B" w14:textId="77777777" w:rsidR="005C33CE" w:rsidRDefault="005C33CE">
      <w:r>
        <w:separator/>
      </w:r>
    </w:p>
  </w:endnote>
  <w:endnote w:type="continuationSeparator" w:id="0">
    <w:p w14:paraId="57BFDA50" w14:textId="77777777" w:rsidR="005C33CE" w:rsidRDefault="005C33CE">
      <w:r>
        <w:continuationSeparator/>
      </w:r>
    </w:p>
  </w:endnote>
  <w:endnote w:type="continuationNotice" w:id="1">
    <w:p w14:paraId="549B5FEC" w14:textId="77777777" w:rsidR="005C33CE" w:rsidRDefault="005C33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A7A44D2" w:rsidR="00133D55" w:rsidRDefault="00133D55" w:rsidP="004878F3">
    <w:pPr>
      <w:pStyle w:val="Footer"/>
    </w:pPr>
    <w:r>
      <w:fldChar w:fldCharType="begin"/>
    </w:r>
    <w:r>
      <w:instrText xml:space="preserve"> DATE \@ "yyyy-MM-dd" </w:instrText>
    </w:r>
    <w:r>
      <w:fldChar w:fldCharType="separate"/>
    </w:r>
    <w:r w:rsidR="00FB47B9">
      <w:rPr>
        <w:noProof/>
      </w:rPr>
      <w:t>2024-01-30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501BA" w14:textId="77777777" w:rsidR="005C33CE" w:rsidRDefault="005C33CE">
      <w:r>
        <w:separator/>
      </w:r>
    </w:p>
  </w:footnote>
  <w:footnote w:type="continuationSeparator" w:id="0">
    <w:p w14:paraId="3545D241" w14:textId="77777777" w:rsidR="005C33CE" w:rsidRDefault="005C33CE">
      <w:r>
        <w:continuationSeparator/>
      </w:r>
    </w:p>
  </w:footnote>
  <w:footnote w:type="continuationNotice" w:id="1">
    <w:p w14:paraId="5B53C868" w14:textId="77777777" w:rsidR="005C33CE" w:rsidRDefault="005C33CE"/>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5975EB78"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RFQ</w:t>
    </w:r>
    <w:r w:rsidR="00E853FC" w:rsidRPr="007F3777">
      <w:rPr>
        <w:rStyle w:val="Strong"/>
        <w:lang w:val="en-GB"/>
      </w:rPr>
      <w:t>-</w:t>
    </w:r>
    <w:r w:rsidR="00FB47B9">
      <w:rPr>
        <w:rFonts w:cs="Calibri"/>
        <w:b/>
        <w:bCs/>
        <w:lang w:val="en-GB" w:eastAsia="ko-KR"/>
      </w:rPr>
      <w:t>22-W001-24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3CE"/>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7B9"/>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CB512E6-B10A-46A4-AA38-892497A2A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1259</Words>
  <Characters>7177</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2013-10-18T08:32:00Z</cp:lastPrinted>
  <dcterms:created xsi:type="dcterms:W3CDTF">2020-07-06T13:14:00Z</dcterms:created>
  <dcterms:modified xsi:type="dcterms:W3CDTF">2024-01-30T00:30:00Z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